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33F86" w14:textId="77777777" w:rsidR="0089665F" w:rsidRPr="00B169DF" w:rsidRDefault="00CD6897" w:rsidP="0089665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9665F" w:rsidRPr="004919F0">
        <w:rPr>
          <w:rFonts w:ascii="Corbel" w:hAnsi="Corbel"/>
          <w:bCs/>
          <w:i/>
        </w:rPr>
        <w:t>Załącznik nr 1.5 do Zarządzenia Rektora UR nr 61/2025</w:t>
      </w:r>
    </w:p>
    <w:p w14:paraId="71F90644" w14:textId="77777777" w:rsidR="0089665F" w:rsidRPr="00B169DF" w:rsidRDefault="0089665F" w:rsidP="0089665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9725204" w14:textId="77777777" w:rsidR="0089665F" w:rsidRPr="00B169DF" w:rsidRDefault="0089665F" w:rsidP="0089665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2025-2027</w:t>
      </w:r>
    </w:p>
    <w:p w14:paraId="31C15246" w14:textId="77777777" w:rsidR="0089665F" w:rsidRPr="00B169DF" w:rsidRDefault="0089665F" w:rsidP="0089665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607E13C8" w14:textId="77777777" w:rsidR="0089665F" w:rsidRPr="00B169DF" w:rsidRDefault="0089665F" w:rsidP="0089665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1E52A081" w14:textId="5FC9BD04" w:rsidR="0085747A" w:rsidRPr="009C54AE" w:rsidRDefault="0085747A" w:rsidP="0089665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2E446D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62E7FD4" w14:textId="77777777" w:rsidTr="0089665F">
        <w:tc>
          <w:tcPr>
            <w:tcW w:w="2694" w:type="dxa"/>
            <w:vAlign w:val="center"/>
          </w:tcPr>
          <w:p w14:paraId="6A7E4E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9BCDB0" w14:textId="77777777" w:rsidR="0085747A" w:rsidRPr="009C54AE" w:rsidRDefault="002A7E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Władza w kulturach</w:t>
            </w:r>
          </w:p>
        </w:tc>
      </w:tr>
      <w:tr w:rsidR="0085747A" w:rsidRPr="009C54AE" w14:paraId="2C12279B" w14:textId="77777777" w:rsidTr="0089665F">
        <w:tc>
          <w:tcPr>
            <w:tcW w:w="2694" w:type="dxa"/>
            <w:vAlign w:val="center"/>
          </w:tcPr>
          <w:p w14:paraId="10EAA5E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EB907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9665F" w:rsidRPr="009C54AE" w14:paraId="4DE8C4A6" w14:textId="77777777" w:rsidTr="0089665F">
        <w:tc>
          <w:tcPr>
            <w:tcW w:w="2694" w:type="dxa"/>
            <w:vAlign w:val="center"/>
          </w:tcPr>
          <w:p w14:paraId="4F86413F" w14:textId="77777777" w:rsidR="0089665F" w:rsidRPr="009C54AE" w:rsidRDefault="0089665F" w:rsidP="0089665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81E2DA" w14:textId="37678789" w:rsidR="0089665F" w:rsidRPr="009C54AE" w:rsidRDefault="0089665F" w:rsidP="008966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9665F" w:rsidRPr="009C54AE" w14:paraId="7E4E0E74" w14:textId="77777777" w:rsidTr="0089665F">
        <w:tc>
          <w:tcPr>
            <w:tcW w:w="2694" w:type="dxa"/>
            <w:vAlign w:val="center"/>
          </w:tcPr>
          <w:p w14:paraId="75CCED17" w14:textId="77777777" w:rsidR="0089665F" w:rsidRPr="009C54AE" w:rsidRDefault="0089665F" w:rsidP="008966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B094EC" w14:textId="11C9B7EB" w:rsidR="0089665F" w:rsidRPr="009C54AE" w:rsidRDefault="0089665F" w:rsidP="008966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378BB050" w14:textId="77777777" w:rsidTr="0089665F">
        <w:tc>
          <w:tcPr>
            <w:tcW w:w="2694" w:type="dxa"/>
            <w:vAlign w:val="center"/>
          </w:tcPr>
          <w:p w14:paraId="138D67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C7D6E4" w14:textId="77777777" w:rsidR="0085747A" w:rsidRPr="009C54AE" w:rsidRDefault="002A7E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6AE5DF43" w14:textId="77777777" w:rsidTr="0089665F">
        <w:tc>
          <w:tcPr>
            <w:tcW w:w="2694" w:type="dxa"/>
            <w:vAlign w:val="center"/>
          </w:tcPr>
          <w:p w14:paraId="04F7AB7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A4CED" w14:textId="77777777" w:rsidR="0085747A" w:rsidRPr="009C54AE" w:rsidRDefault="002A7E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85747A" w:rsidRPr="009C54AE" w14:paraId="42A4D4D8" w14:textId="77777777" w:rsidTr="0089665F">
        <w:tc>
          <w:tcPr>
            <w:tcW w:w="2694" w:type="dxa"/>
            <w:vAlign w:val="center"/>
          </w:tcPr>
          <w:p w14:paraId="0FB2E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10B962" w14:textId="59EC8B86" w:rsidR="0085747A" w:rsidRPr="009C54AE" w:rsidRDefault="006B6C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7E6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7571E86E" w14:textId="77777777" w:rsidTr="0089665F">
        <w:tc>
          <w:tcPr>
            <w:tcW w:w="2694" w:type="dxa"/>
            <w:vAlign w:val="center"/>
          </w:tcPr>
          <w:p w14:paraId="488640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542DE7" w14:textId="4CA0AF08" w:rsidR="0085747A" w:rsidRPr="009C54AE" w:rsidRDefault="006B6C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A7E6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69C9F34" w14:textId="77777777" w:rsidTr="0089665F">
        <w:tc>
          <w:tcPr>
            <w:tcW w:w="2694" w:type="dxa"/>
            <w:vAlign w:val="center"/>
          </w:tcPr>
          <w:p w14:paraId="2DEECB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CF964CB" w14:textId="77777777" w:rsidR="0085747A" w:rsidRPr="009C54AE" w:rsidRDefault="002A7E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drugi / semestr trzeci</w:t>
            </w:r>
          </w:p>
        </w:tc>
      </w:tr>
      <w:tr w:rsidR="0085747A" w:rsidRPr="009C54AE" w14:paraId="2536EABE" w14:textId="77777777" w:rsidTr="0089665F">
        <w:tc>
          <w:tcPr>
            <w:tcW w:w="2694" w:type="dxa"/>
            <w:vAlign w:val="center"/>
          </w:tcPr>
          <w:p w14:paraId="019477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B7E773" w14:textId="5FC766CF" w:rsidR="0085747A" w:rsidRPr="009C54AE" w:rsidRDefault="006B6C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2A7E6E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17FF7CC1" w14:textId="77777777" w:rsidTr="0089665F">
        <w:tc>
          <w:tcPr>
            <w:tcW w:w="2694" w:type="dxa"/>
            <w:vAlign w:val="center"/>
          </w:tcPr>
          <w:p w14:paraId="46D8304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C1B311" w14:textId="043424EF" w:rsidR="00923D7D" w:rsidRPr="009C54AE" w:rsidRDefault="006B6C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A7E6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881B127" w14:textId="77777777" w:rsidTr="0089665F">
        <w:tc>
          <w:tcPr>
            <w:tcW w:w="2694" w:type="dxa"/>
            <w:vAlign w:val="center"/>
          </w:tcPr>
          <w:p w14:paraId="3F61A90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9ED5ED" w14:textId="77777777" w:rsidR="0085747A" w:rsidRPr="009C54AE" w:rsidRDefault="002A7E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Bosak</w:t>
            </w:r>
          </w:p>
        </w:tc>
      </w:tr>
      <w:tr w:rsidR="0085747A" w:rsidRPr="009C54AE" w14:paraId="1ED7D10E" w14:textId="77777777" w:rsidTr="0089665F">
        <w:tc>
          <w:tcPr>
            <w:tcW w:w="2694" w:type="dxa"/>
            <w:vAlign w:val="center"/>
          </w:tcPr>
          <w:p w14:paraId="7275E6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1E8B6E" w14:textId="77777777" w:rsidR="0085747A" w:rsidRPr="009C54AE" w:rsidRDefault="002A7E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Bosak</w:t>
            </w:r>
          </w:p>
        </w:tc>
      </w:tr>
    </w:tbl>
    <w:p w14:paraId="587BD49C" w14:textId="286676D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93FC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984C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B3E17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1DD749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0FFD52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717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40D88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1F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78F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54E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B8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81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F2E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17B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D72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776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0AF07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6BD8" w14:textId="77777777" w:rsidR="00015B8F" w:rsidRPr="009C54AE" w:rsidRDefault="002A7E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05EC" w14:textId="77777777" w:rsidR="00015B8F" w:rsidRPr="009C54AE" w:rsidRDefault="002A7E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2160" w14:textId="0D944F16" w:rsidR="00015B8F" w:rsidRPr="009C54AE" w:rsidRDefault="001F2B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3645" w14:textId="0DAAC0A2" w:rsidR="00015B8F" w:rsidRPr="009C54AE" w:rsidRDefault="001F2B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B91A" w14:textId="77777777" w:rsidR="00015B8F" w:rsidRPr="009C54AE" w:rsidRDefault="002A7E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F196" w14:textId="77777777" w:rsidR="00015B8F" w:rsidRPr="009C54AE" w:rsidRDefault="002A7E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EADA" w14:textId="77777777" w:rsidR="00015B8F" w:rsidRPr="009C54AE" w:rsidRDefault="002A7E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5B47" w14:textId="77777777" w:rsidR="00015B8F" w:rsidRPr="009C54AE" w:rsidRDefault="002A7E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8177" w14:textId="77777777" w:rsidR="00015B8F" w:rsidRPr="009C54AE" w:rsidRDefault="002A7E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A7CB" w14:textId="09FB3144" w:rsidR="00015B8F" w:rsidRPr="009C54AE" w:rsidRDefault="00B730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4C91923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BC6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5CD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7E2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649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11C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BA5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7A4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85E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CAC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28A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7A42C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59FA0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DA571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14B875D" w14:textId="77777777" w:rsidR="0085747A" w:rsidRPr="009C54AE" w:rsidRDefault="002A7E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7E6E">
        <w:rPr>
          <w:rFonts w:ascii="Arial Black" w:eastAsia="MS Gothic" w:hAnsi="Arial Black" w:cs="MS Gothic"/>
          <w:b w:val="0"/>
          <w:szCs w:val="24"/>
        </w:rPr>
        <w:t>x</w:t>
      </w:r>
      <w:r w:rsidR="0085747A" w:rsidRPr="002A7E6E">
        <w:rPr>
          <w:rFonts w:ascii="Arial Black" w:hAnsi="Arial Black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994C03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A9FF2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391C3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AFD2BA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50D4" w14:textId="77777777" w:rsidR="00E960BB" w:rsidRDefault="0036577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EA9A077" w14:textId="77777777" w:rsidR="00365771" w:rsidRDefault="0036577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DF21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01796E" w14:textId="77777777" w:rsidTr="00745302">
        <w:tc>
          <w:tcPr>
            <w:tcW w:w="9670" w:type="dxa"/>
          </w:tcPr>
          <w:p w14:paraId="16BC1AF8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96356B0" w14:textId="77777777" w:rsidR="0085747A" w:rsidRPr="009C54AE" w:rsidRDefault="002A7E6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dysponować wiedzą i umiejętnościami zdobytymi w pierwszym i drugim semestrze studiów oraz posiadać ogólną orientację w bieżących wydarzeniach polityki krajowej i międzynarodowej.</w:t>
            </w:r>
          </w:p>
        </w:tc>
      </w:tr>
    </w:tbl>
    <w:p w14:paraId="6A9C1C1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EF9CB9" w14:textId="2FC7020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05C05F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5D239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2ACF9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2B582AA9" w14:textId="77777777" w:rsidTr="00365771">
        <w:tc>
          <w:tcPr>
            <w:tcW w:w="844" w:type="dxa"/>
            <w:vAlign w:val="center"/>
          </w:tcPr>
          <w:p w14:paraId="026B94A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43188C0" w14:textId="574894EC" w:rsidR="0085747A" w:rsidRPr="009C54AE" w:rsidRDefault="002A7E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przedmiotu jest zapoznanie słuchaczy z teoretycznymi ujęciami</w:t>
            </w:r>
            <w:r w:rsidR="006B6C01">
              <w:rPr>
                <w:rFonts w:ascii="Corbel" w:hAnsi="Corbel"/>
                <w:b w:val="0"/>
                <w:sz w:val="24"/>
                <w:szCs w:val="24"/>
              </w:rPr>
              <w:t xml:space="preserve"> istoty,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pochodzenia i legitymizacji władzy</w:t>
            </w:r>
            <w:r w:rsidR="006B6C0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103BF4E2" w14:textId="77777777" w:rsidTr="00365771">
        <w:tc>
          <w:tcPr>
            <w:tcW w:w="844" w:type="dxa"/>
            <w:vAlign w:val="center"/>
          </w:tcPr>
          <w:p w14:paraId="70695801" w14:textId="77777777" w:rsidR="0085747A" w:rsidRPr="009C54AE" w:rsidRDefault="002A7E6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4620A90" w14:textId="1686071D" w:rsidR="0085747A" w:rsidRPr="009C54AE" w:rsidRDefault="00232AF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podczas kursu winien zapoznać się z </w:t>
            </w:r>
            <w:r w:rsidR="0008267E"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="006B6C01">
              <w:rPr>
                <w:rFonts w:ascii="Corbel" w:hAnsi="Corbel"/>
                <w:b w:val="0"/>
                <w:sz w:val="24"/>
                <w:szCs w:val="24"/>
              </w:rPr>
              <w:t xml:space="preserve">różnicami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kulturowymi </w:t>
            </w:r>
            <w:r w:rsidR="00AE7572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b w:val="0"/>
                <w:sz w:val="24"/>
                <w:szCs w:val="24"/>
              </w:rPr>
              <w:t>ujmowani</w:t>
            </w:r>
            <w:r w:rsidR="00AE7572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6B6C01">
              <w:rPr>
                <w:rFonts w:ascii="Corbel" w:hAnsi="Corbel"/>
                <w:b w:val="0"/>
                <w:sz w:val="24"/>
                <w:szCs w:val="24"/>
              </w:rPr>
              <w:t xml:space="preserve"> władzy, jej</w:t>
            </w:r>
            <w:r w:rsidR="0008267E">
              <w:rPr>
                <w:rFonts w:ascii="Corbel" w:hAnsi="Corbel"/>
                <w:b w:val="0"/>
                <w:sz w:val="24"/>
                <w:szCs w:val="24"/>
              </w:rPr>
              <w:t xml:space="preserve"> pochodzenia i legitymizacji</w:t>
            </w:r>
            <w:r w:rsidR="006B6C01">
              <w:rPr>
                <w:rFonts w:ascii="Corbel" w:hAnsi="Corbel"/>
                <w:b w:val="0"/>
                <w:sz w:val="24"/>
                <w:szCs w:val="24"/>
              </w:rPr>
              <w:t>. Student powinien także pos</w:t>
            </w:r>
            <w:r w:rsidR="008108A6">
              <w:rPr>
                <w:rFonts w:ascii="Corbel" w:hAnsi="Corbel"/>
                <w:b w:val="0"/>
                <w:sz w:val="24"/>
                <w:szCs w:val="24"/>
              </w:rPr>
              <w:t>iąść wiedzę na temat występujących między kulturami różnić w określaniu zadań i uprawnień</w:t>
            </w:r>
            <w:r w:rsidR="0008267E">
              <w:rPr>
                <w:rFonts w:ascii="Corbel" w:hAnsi="Corbel"/>
                <w:b w:val="0"/>
                <w:sz w:val="24"/>
                <w:szCs w:val="24"/>
              </w:rPr>
              <w:t xml:space="preserve"> władzy</w:t>
            </w:r>
            <w:r w:rsidR="008108A6">
              <w:rPr>
                <w:rFonts w:ascii="Corbel" w:hAnsi="Corbel"/>
                <w:b w:val="0"/>
                <w:sz w:val="24"/>
                <w:szCs w:val="24"/>
              </w:rPr>
              <w:t xml:space="preserve"> oraz różnic związanych z praktyką jej zdobywania i przekazywania.</w:t>
            </w:r>
            <w:r w:rsidR="0008267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672E28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E4764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9AFA8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00FA9AB" w14:textId="77777777" w:rsidTr="004B14DD">
        <w:tc>
          <w:tcPr>
            <w:tcW w:w="1681" w:type="dxa"/>
            <w:vAlign w:val="center"/>
          </w:tcPr>
          <w:p w14:paraId="5F8AF53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0EE6B2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59213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0B54" w:rsidRPr="00A04092" w14:paraId="4D0DD5DF" w14:textId="77777777" w:rsidTr="004B1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F66B" w14:textId="2A59DA41" w:rsidR="00D90B54" w:rsidRPr="004B14DD" w:rsidRDefault="00D90B54" w:rsidP="00D90B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0C90" w14:textId="77777777" w:rsidR="00D90B54" w:rsidRPr="004B14DD" w:rsidRDefault="00D90B54" w:rsidP="00D90B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14DD">
              <w:rPr>
                <w:rFonts w:ascii="Corbel" w:hAnsi="Corbel"/>
                <w:b w:val="0"/>
                <w:smallCaps w:val="0"/>
                <w:szCs w:val="24"/>
              </w:rPr>
              <w:t>fundamentalne dylematy związane z kontaktami międzykulturowymi we współczesnym świecie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B1CD" w14:textId="1CBF0248" w:rsidR="00D90B54" w:rsidRPr="004B14DD" w:rsidRDefault="00D90B54" w:rsidP="00D90B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14D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D052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90B54" w:rsidRPr="00A04092" w14:paraId="6C56CEAA" w14:textId="77777777" w:rsidTr="004B1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A208" w14:textId="5416B944" w:rsidR="00D90B54" w:rsidRPr="004B14DD" w:rsidRDefault="00D90B54" w:rsidP="00D90B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D476" w14:textId="77777777" w:rsidR="00D90B54" w:rsidRPr="004B14DD" w:rsidRDefault="00D90B54" w:rsidP="00D90B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14DD">
              <w:rPr>
                <w:rFonts w:ascii="Corbel" w:hAnsi="Corbel"/>
                <w:b w:val="0"/>
                <w:smallCaps w:val="0"/>
                <w:szCs w:val="24"/>
              </w:rPr>
              <w:t>posługując się właściwymi ujęciami teoretycznymi rozpoznać, zinterpretować i analizować krytycznie różnego rodzaju wytwory kultury i określić ich rangę w procesie komunikacji międzykulturowej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9E9D" w14:textId="0540816C" w:rsidR="00D90B54" w:rsidRPr="004B14DD" w:rsidRDefault="00D90B54" w:rsidP="00D90B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14D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D052A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D90B54" w:rsidRPr="00A04092" w14:paraId="57151DBB" w14:textId="77777777" w:rsidTr="004B1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4399" w14:textId="06CE54C0" w:rsidR="00D90B54" w:rsidRPr="004B14DD" w:rsidRDefault="00D90B54" w:rsidP="00D90B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1788" w14:textId="77777777" w:rsidR="00D90B54" w:rsidRPr="004B14DD" w:rsidRDefault="00D90B54" w:rsidP="00D90B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14DD">
              <w:rPr>
                <w:rFonts w:ascii="Corbel" w:hAnsi="Corbel"/>
                <w:b w:val="0"/>
                <w:smallCaps w:val="0"/>
                <w:szCs w:val="24"/>
              </w:rPr>
              <w:t>formułować złożone i nietypowe problemy badawcze z zakresu dyscyplin dotyczących komunikacji międzykulturowej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72CF" w14:textId="3BEDD00D" w:rsidR="00D90B54" w:rsidRPr="004B14DD" w:rsidRDefault="00D90B54" w:rsidP="00D90B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14D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90B54" w:rsidRPr="00A04092" w14:paraId="5046FBDA" w14:textId="77777777" w:rsidTr="004B1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610E" w14:textId="34960492" w:rsidR="00D90B54" w:rsidRPr="004B14DD" w:rsidRDefault="00D90B54" w:rsidP="00D90B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3E63" w14:textId="77777777" w:rsidR="00D90B54" w:rsidRPr="004B14DD" w:rsidRDefault="00D90B54" w:rsidP="00D90B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14DD">
              <w:rPr>
                <w:rFonts w:ascii="Corbel" w:hAnsi="Corbel"/>
                <w:b w:val="0"/>
                <w:smallCaps w:val="0"/>
                <w:szCs w:val="24"/>
              </w:rPr>
              <w:t>uznania wpływu różnych zjawisk na komunikację międzykulturową i odpowiedzialnego pełnienia ról zawodowych w tym kontekście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2FCF" w14:textId="2D5355E5" w:rsidR="00D90B54" w:rsidRPr="004B14DD" w:rsidRDefault="00D90B54" w:rsidP="00D90B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14DD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E38CA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B8286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AF2D05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3024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826938" w14:textId="77777777" w:rsidTr="004B14DD">
        <w:tc>
          <w:tcPr>
            <w:tcW w:w="9520" w:type="dxa"/>
          </w:tcPr>
          <w:p w14:paraId="61EC7CF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3D22BCD" w14:textId="77777777" w:rsidTr="004B14DD">
        <w:tc>
          <w:tcPr>
            <w:tcW w:w="9520" w:type="dxa"/>
          </w:tcPr>
          <w:p w14:paraId="4E0B553F" w14:textId="77777777" w:rsidR="0085747A" w:rsidRPr="009C54AE" w:rsidRDefault="004B14D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1) </w:t>
            </w:r>
            <w:r w:rsidRPr="004B14DD">
              <w:rPr>
                <w:rFonts w:ascii="Corbel" w:hAnsi="Corbel"/>
                <w:sz w:val="24"/>
                <w:szCs w:val="24"/>
              </w:rPr>
              <w:t>Władza jako niezbywalny element ludzkich społeczności</w:t>
            </w:r>
          </w:p>
        </w:tc>
      </w:tr>
      <w:tr w:rsidR="004B14DD" w:rsidRPr="009C54AE" w14:paraId="502D9DCE" w14:textId="77777777" w:rsidTr="004B14DD">
        <w:tc>
          <w:tcPr>
            <w:tcW w:w="9520" w:type="dxa"/>
          </w:tcPr>
          <w:p w14:paraId="50E7301D" w14:textId="77777777" w:rsidR="004B14DD" w:rsidRPr="009C54AE" w:rsidRDefault="004B14D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2) </w:t>
            </w:r>
            <w:r w:rsidR="0073194C">
              <w:rPr>
                <w:rFonts w:ascii="Corbel" w:hAnsi="Corbel"/>
                <w:sz w:val="24"/>
                <w:szCs w:val="24"/>
              </w:rPr>
              <w:t>Specyfika kultury Europejskiej</w:t>
            </w:r>
          </w:p>
        </w:tc>
      </w:tr>
      <w:tr w:rsidR="004B14DD" w:rsidRPr="009C54AE" w14:paraId="3962AEEB" w14:textId="77777777" w:rsidTr="004B14DD">
        <w:tc>
          <w:tcPr>
            <w:tcW w:w="9520" w:type="dxa"/>
          </w:tcPr>
          <w:p w14:paraId="010BB671" w14:textId="77777777" w:rsidR="004B14DD" w:rsidRPr="009C54AE" w:rsidRDefault="0073194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3) </w:t>
            </w:r>
            <w:r w:rsidR="004B14DD">
              <w:rPr>
                <w:rFonts w:ascii="Corbel" w:hAnsi="Corbel"/>
                <w:sz w:val="24"/>
                <w:szCs w:val="24"/>
              </w:rPr>
              <w:t>Teoretyczne ujęcie władzy jako charakterystyczny element kultury europejskiej</w:t>
            </w:r>
          </w:p>
        </w:tc>
      </w:tr>
      <w:tr w:rsidR="004B14DD" w:rsidRPr="009C54AE" w14:paraId="59973907" w14:textId="77777777" w:rsidTr="004B14DD">
        <w:tc>
          <w:tcPr>
            <w:tcW w:w="9520" w:type="dxa"/>
          </w:tcPr>
          <w:p w14:paraId="19DD4B1C" w14:textId="77777777" w:rsidR="004B14DD" w:rsidRPr="009C54AE" w:rsidRDefault="0073194C" w:rsidP="004B14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4B14DD">
              <w:rPr>
                <w:rFonts w:ascii="Corbel" w:hAnsi="Corbel"/>
                <w:sz w:val="24"/>
                <w:szCs w:val="24"/>
              </w:rPr>
              <w:t xml:space="preserve">) </w:t>
            </w:r>
            <w:r w:rsidR="004B14DD" w:rsidRPr="004B14DD">
              <w:rPr>
                <w:rFonts w:ascii="Corbel" w:hAnsi="Corbel"/>
                <w:sz w:val="24"/>
                <w:szCs w:val="24"/>
              </w:rPr>
              <w:t>Nadprzyrodzone i przyrodzone źródła władzy – argumenty i dyskusje</w:t>
            </w:r>
          </w:p>
        </w:tc>
      </w:tr>
      <w:tr w:rsidR="004B14DD" w:rsidRPr="009C54AE" w14:paraId="04396379" w14:textId="77777777" w:rsidTr="004B14DD">
        <w:tc>
          <w:tcPr>
            <w:tcW w:w="9520" w:type="dxa"/>
          </w:tcPr>
          <w:p w14:paraId="1973A2CD" w14:textId="77777777" w:rsidR="004B14DD" w:rsidRPr="009C54AE" w:rsidRDefault="004B14DD" w:rsidP="004B14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5)</w:t>
            </w:r>
            <w:r w:rsidR="0073194C">
              <w:rPr>
                <w:rFonts w:ascii="Corbel" w:hAnsi="Corbel"/>
                <w:sz w:val="24"/>
                <w:szCs w:val="24"/>
              </w:rPr>
              <w:t xml:space="preserve"> Legitymizacja władzy i jej formy kulturowe.</w:t>
            </w:r>
          </w:p>
        </w:tc>
      </w:tr>
      <w:tr w:rsidR="004B14DD" w:rsidRPr="009C54AE" w14:paraId="171CD897" w14:textId="77777777" w:rsidTr="004B14DD">
        <w:tc>
          <w:tcPr>
            <w:tcW w:w="9520" w:type="dxa"/>
          </w:tcPr>
          <w:p w14:paraId="28A9D9FF" w14:textId="77777777" w:rsidR="004B14DD" w:rsidRPr="009C54AE" w:rsidRDefault="004B14DD" w:rsidP="004B14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6)</w:t>
            </w:r>
            <w:r w:rsidR="0073194C">
              <w:rPr>
                <w:rFonts w:ascii="Corbel" w:hAnsi="Corbel"/>
                <w:sz w:val="24"/>
                <w:szCs w:val="24"/>
              </w:rPr>
              <w:t xml:space="preserve"> Państwo i jako depozytariusz władzy</w:t>
            </w:r>
          </w:p>
        </w:tc>
      </w:tr>
      <w:tr w:rsidR="004B14DD" w:rsidRPr="009C54AE" w14:paraId="51A6A678" w14:textId="77777777" w:rsidTr="004B14DD">
        <w:tc>
          <w:tcPr>
            <w:tcW w:w="9520" w:type="dxa"/>
          </w:tcPr>
          <w:p w14:paraId="48ADE13C" w14:textId="77777777" w:rsidR="004B14DD" w:rsidRPr="009C54AE" w:rsidRDefault="004B14DD" w:rsidP="004B14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7)</w:t>
            </w:r>
            <w:r w:rsidR="0073194C">
              <w:rPr>
                <w:rFonts w:ascii="Corbel" w:hAnsi="Corbel"/>
                <w:sz w:val="24"/>
                <w:szCs w:val="24"/>
              </w:rPr>
              <w:t xml:space="preserve"> Władza we współczesnych systemach politycznych</w:t>
            </w:r>
          </w:p>
        </w:tc>
      </w:tr>
    </w:tbl>
    <w:p w14:paraId="014D241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76F09D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D90B0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50B3D4" w14:textId="77777777" w:rsidTr="003011A6">
        <w:tc>
          <w:tcPr>
            <w:tcW w:w="9520" w:type="dxa"/>
          </w:tcPr>
          <w:p w14:paraId="2689821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AF0BB8C" w14:textId="77777777" w:rsidTr="003011A6">
        <w:tc>
          <w:tcPr>
            <w:tcW w:w="9520" w:type="dxa"/>
          </w:tcPr>
          <w:p w14:paraId="270F8F14" w14:textId="77777777" w:rsidR="0085747A" w:rsidRPr="009C54AE" w:rsidRDefault="004B14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1)</w:t>
            </w:r>
            <w:r w:rsidR="0073194C">
              <w:rPr>
                <w:rFonts w:ascii="Corbel" w:hAnsi="Corbel"/>
                <w:sz w:val="24"/>
                <w:szCs w:val="24"/>
              </w:rPr>
              <w:t xml:space="preserve"> </w:t>
            </w:r>
            <w:r w:rsidR="003011A6">
              <w:rPr>
                <w:rFonts w:ascii="Corbel" w:hAnsi="Corbel"/>
                <w:sz w:val="24"/>
                <w:szCs w:val="24"/>
              </w:rPr>
              <w:t>Kultura europejska wśród innych kultur</w:t>
            </w:r>
          </w:p>
        </w:tc>
      </w:tr>
      <w:tr w:rsidR="004B14DD" w:rsidRPr="009C54AE" w14:paraId="5FF0533C" w14:textId="77777777" w:rsidTr="003011A6">
        <w:tc>
          <w:tcPr>
            <w:tcW w:w="9520" w:type="dxa"/>
          </w:tcPr>
          <w:p w14:paraId="2057B610" w14:textId="77777777" w:rsidR="004B14DD" w:rsidRPr="009C54AE" w:rsidRDefault="004B14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2)</w:t>
            </w:r>
            <w:r w:rsidR="0073194C">
              <w:rPr>
                <w:rFonts w:ascii="Corbel" w:hAnsi="Corbel"/>
                <w:sz w:val="24"/>
                <w:szCs w:val="24"/>
              </w:rPr>
              <w:t xml:space="preserve"> </w:t>
            </w:r>
            <w:r w:rsidR="003011A6">
              <w:rPr>
                <w:rFonts w:ascii="Corbel" w:hAnsi="Corbel"/>
                <w:sz w:val="24"/>
                <w:szCs w:val="24"/>
              </w:rPr>
              <w:t>Teorie stanu natury i jego przekroczenia</w:t>
            </w:r>
          </w:p>
        </w:tc>
      </w:tr>
      <w:tr w:rsidR="009B4E7D" w:rsidRPr="009C54AE" w14:paraId="610FE131" w14:textId="77777777" w:rsidTr="003011A6">
        <w:tc>
          <w:tcPr>
            <w:tcW w:w="9520" w:type="dxa"/>
          </w:tcPr>
          <w:p w14:paraId="21B61351" w14:textId="77777777" w:rsidR="009B4E7D" w:rsidRPr="009C54AE" w:rsidRDefault="009B4E7D" w:rsidP="009B4E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3) </w:t>
            </w:r>
            <w:r w:rsidR="004D735B">
              <w:rPr>
                <w:rFonts w:ascii="Corbel" w:hAnsi="Corbel"/>
                <w:sz w:val="24"/>
                <w:szCs w:val="24"/>
              </w:rPr>
              <w:t>Zadania władzy i środki jakimi może się ona posługiwać</w:t>
            </w:r>
          </w:p>
        </w:tc>
      </w:tr>
      <w:tr w:rsidR="009B4E7D" w:rsidRPr="009C54AE" w14:paraId="404A04BF" w14:textId="77777777" w:rsidTr="003011A6">
        <w:tc>
          <w:tcPr>
            <w:tcW w:w="9520" w:type="dxa"/>
          </w:tcPr>
          <w:p w14:paraId="393EFBAE" w14:textId="77777777" w:rsidR="009B4E7D" w:rsidRPr="009C54AE" w:rsidRDefault="009B4E7D" w:rsidP="009B4E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4) </w:t>
            </w:r>
            <w:r w:rsidR="004D735B">
              <w:rPr>
                <w:rFonts w:ascii="Corbel" w:hAnsi="Corbel"/>
                <w:sz w:val="24"/>
                <w:szCs w:val="24"/>
              </w:rPr>
              <w:t>Podział władzy</w:t>
            </w:r>
          </w:p>
        </w:tc>
      </w:tr>
      <w:tr w:rsidR="009B4E7D" w:rsidRPr="009C54AE" w14:paraId="3DE28816" w14:textId="77777777" w:rsidTr="003011A6">
        <w:tc>
          <w:tcPr>
            <w:tcW w:w="9520" w:type="dxa"/>
          </w:tcPr>
          <w:p w14:paraId="72A4F89D" w14:textId="53DBDE47" w:rsidR="009B4E7D" w:rsidRPr="009C54AE" w:rsidRDefault="009B4E7D" w:rsidP="009B4E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5) </w:t>
            </w:r>
            <w:r w:rsidR="004D735B">
              <w:rPr>
                <w:rFonts w:ascii="Corbel" w:hAnsi="Corbel"/>
                <w:sz w:val="24"/>
                <w:szCs w:val="24"/>
              </w:rPr>
              <w:t xml:space="preserve">Granice uprawnień </w:t>
            </w:r>
            <w:r w:rsidR="008108A6">
              <w:rPr>
                <w:rFonts w:ascii="Corbel" w:hAnsi="Corbel"/>
                <w:sz w:val="24"/>
                <w:szCs w:val="24"/>
              </w:rPr>
              <w:t xml:space="preserve">władzy </w:t>
            </w:r>
            <w:r w:rsidR="004D735B">
              <w:rPr>
                <w:rFonts w:ascii="Corbel" w:hAnsi="Corbel"/>
                <w:sz w:val="24"/>
                <w:szCs w:val="24"/>
              </w:rPr>
              <w:t>– obywatelskie nieposłuszeństwo</w:t>
            </w:r>
          </w:p>
        </w:tc>
      </w:tr>
      <w:tr w:rsidR="009B4E7D" w:rsidRPr="009C54AE" w14:paraId="20DE8C4C" w14:textId="77777777" w:rsidTr="003011A6">
        <w:tc>
          <w:tcPr>
            <w:tcW w:w="9520" w:type="dxa"/>
          </w:tcPr>
          <w:p w14:paraId="368B80F2" w14:textId="77777777" w:rsidR="009B4E7D" w:rsidRPr="00467905" w:rsidRDefault="009B4E7D" w:rsidP="0046790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67905">
              <w:rPr>
                <w:rFonts w:ascii="Corbel" w:hAnsi="Corbel"/>
                <w:b w:val="0"/>
                <w:bCs/>
                <w:szCs w:val="24"/>
              </w:rPr>
              <w:t xml:space="preserve">6) </w:t>
            </w:r>
            <w:r w:rsidR="00CE7163">
              <w:rPr>
                <w:rFonts w:ascii="Corbel" w:hAnsi="Corbel"/>
                <w:b w:val="0"/>
                <w:bCs/>
                <w:smallCaps w:val="0"/>
                <w:szCs w:val="24"/>
              </w:rPr>
              <w:t>Władza a religia</w:t>
            </w:r>
          </w:p>
        </w:tc>
      </w:tr>
      <w:tr w:rsidR="009B4E7D" w:rsidRPr="009C54AE" w14:paraId="18FE85E3" w14:textId="77777777" w:rsidTr="003011A6">
        <w:tc>
          <w:tcPr>
            <w:tcW w:w="9520" w:type="dxa"/>
          </w:tcPr>
          <w:p w14:paraId="6CFB1B3B" w14:textId="77777777" w:rsidR="009B4E7D" w:rsidRDefault="009B4E7D" w:rsidP="009B4E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7) </w:t>
            </w:r>
            <w:r w:rsidR="00467905" w:rsidRPr="003011A6">
              <w:rPr>
                <w:rFonts w:ascii="Corbel" w:hAnsi="Corbel"/>
                <w:sz w:val="24"/>
                <w:szCs w:val="24"/>
              </w:rPr>
              <w:t xml:space="preserve">Władza </w:t>
            </w:r>
            <w:r w:rsidR="00D623E5">
              <w:rPr>
                <w:rFonts w:ascii="Corbel" w:hAnsi="Corbel"/>
                <w:sz w:val="24"/>
                <w:szCs w:val="24"/>
              </w:rPr>
              <w:t>w perspektywie kultur pozaeuropejskich</w:t>
            </w:r>
            <w:r w:rsidR="008D0D2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FE3FDDE" w14:textId="6C1CDD2F" w:rsidR="008D0D26" w:rsidRDefault="008D0D26" w:rsidP="008D0D26">
            <w:pPr>
              <w:pStyle w:val="Akapitzlist"/>
              <w:spacing w:after="0" w:line="240" w:lineRule="auto"/>
              <w:ind w:left="48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nonopartyjny autorytaryzm - </w:t>
            </w:r>
            <w:r w:rsidR="000800C9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 xml:space="preserve">ywilizacja wschodnioacjatycka </w:t>
            </w:r>
          </w:p>
          <w:p w14:paraId="23E1F9EC" w14:textId="7B02D118" w:rsidR="008D0D26" w:rsidRDefault="008D0D26" w:rsidP="008D0D26">
            <w:pPr>
              <w:pStyle w:val="Akapitzlist"/>
              <w:spacing w:after="0" w:line="240" w:lineRule="auto"/>
              <w:ind w:left="48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teokracja oraz monarchia </w:t>
            </w:r>
            <w:r w:rsidR="000800C9">
              <w:rPr>
                <w:rFonts w:ascii="Corbel" w:hAnsi="Corbel"/>
                <w:sz w:val="24"/>
                <w:szCs w:val="24"/>
              </w:rPr>
              <w:t>w Cywilizacji islamskiej</w:t>
            </w:r>
          </w:p>
          <w:p w14:paraId="7C0BC5EE" w14:textId="6BF1E8B9" w:rsidR="000800C9" w:rsidRDefault="000800C9" w:rsidP="008D0D26">
            <w:pPr>
              <w:pStyle w:val="Akapitzlist"/>
              <w:spacing w:after="0" w:line="240" w:lineRule="auto"/>
              <w:ind w:left="48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specyfika demokracji w Cywilizacji indyjskiej - rola religii, tradycji i systemu kastowego</w:t>
            </w:r>
          </w:p>
          <w:p w14:paraId="59EDCF51" w14:textId="38F3D59C" w:rsidR="000800C9" w:rsidRDefault="000800C9" w:rsidP="008D0D26">
            <w:pPr>
              <w:pStyle w:val="Akapitzlist"/>
              <w:spacing w:after="0" w:line="240" w:lineRule="auto"/>
              <w:ind w:left="48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rola plemienia i wodza w cywilizacji afrykańskiej</w:t>
            </w:r>
          </w:p>
          <w:p w14:paraId="0E600ABC" w14:textId="3F12D43A" w:rsidR="000800C9" w:rsidRDefault="000800C9" w:rsidP="008D0D26">
            <w:pPr>
              <w:pStyle w:val="Akapitzlist"/>
              <w:spacing w:after="0" w:line="240" w:lineRule="auto"/>
              <w:ind w:left="48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autorytaryzm i populizm kręgu latynoamerykańskiego</w:t>
            </w:r>
          </w:p>
          <w:p w14:paraId="23D937A2" w14:textId="6C4CB11E" w:rsidR="000800C9" w:rsidRDefault="000800C9" w:rsidP="008D0D26">
            <w:pPr>
              <w:pStyle w:val="Akapitzlist"/>
              <w:spacing w:after="0" w:line="240" w:lineRule="auto"/>
              <w:ind w:left="48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autorytaryzm, religia i tradycja cywilizacji wschodniochrześcijańskiej</w:t>
            </w:r>
          </w:p>
          <w:p w14:paraId="0A57A4AA" w14:textId="5F27C9B3" w:rsidR="00502711" w:rsidRDefault="00502711" w:rsidP="008D0D26">
            <w:pPr>
              <w:pStyle w:val="Akapitzlist"/>
              <w:spacing w:after="0" w:line="240" w:lineRule="auto"/>
              <w:ind w:left="48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duchowość i religia a władza w Buddyjskim kręgu cywilizacyjnym (</w:t>
            </w:r>
            <w:r w:rsidRPr="00502711">
              <w:rPr>
                <w:rFonts w:ascii="Corbel" w:hAnsi="Corbel"/>
                <w:sz w:val="24"/>
                <w:szCs w:val="24"/>
              </w:rPr>
              <w:t>Tybet, Mongolia, Tajlandia, Kambodża, Birma, Laos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14:paraId="69E69620" w14:textId="65B2EDB9" w:rsidR="00502711" w:rsidRDefault="00502711" w:rsidP="008D0D26">
            <w:pPr>
              <w:pStyle w:val="Akapitzlist"/>
              <w:spacing w:after="0" w:line="240" w:lineRule="auto"/>
              <w:ind w:left="48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tradycje plemienne na wyspach pacyfiku</w:t>
            </w:r>
          </w:p>
          <w:p w14:paraId="458E88F6" w14:textId="1C4DBE14" w:rsidR="00502711" w:rsidRDefault="00502711" w:rsidP="008D0D26">
            <w:pPr>
              <w:pStyle w:val="Akapitzlist"/>
              <w:spacing w:after="0" w:line="240" w:lineRule="auto"/>
              <w:ind w:left="48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autonomia rdzennych plemion Ameryki Północjej</w:t>
            </w:r>
          </w:p>
          <w:p w14:paraId="7C5CBBFF" w14:textId="77777777" w:rsidR="000800C9" w:rsidRDefault="000800C9" w:rsidP="008D0D26">
            <w:pPr>
              <w:pStyle w:val="Akapitzlist"/>
              <w:spacing w:after="0" w:line="240" w:lineRule="auto"/>
              <w:ind w:left="488"/>
              <w:rPr>
                <w:rFonts w:ascii="Corbel" w:hAnsi="Corbel"/>
                <w:sz w:val="24"/>
                <w:szCs w:val="24"/>
              </w:rPr>
            </w:pPr>
          </w:p>
          <w:p w14:paraId="14B904EC" w14:textId="08A33A5B" w:rsidR="008D0D26" w:rsidRPr="009C54AE" w:rsidRDefault="008D0D26" w:rsidP="009B4E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D0D26" w:rsidRPr="009C54AE" w14:paraId="2BB2DAFC" w14:textId="77777777" w:rsidTr="003011A6">
        <w:tc>
          <w:tcPr>
            <w:tcW w:w="9520" w:type="dxa"/>
          </w:tcPr>
          <w:p w14:paraId="482417D3" w14:textId="77777777" w:rsidR="008D0D26" w:rsidRDefault="008D0D26" w:rsidP="009B4E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763191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FC7BB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68D7A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D251BD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13AA1DF0" w14:textId="6D81CAF2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50271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04B4C65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3BE67C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9F1F46" w14:textId="77777777" w:rsidR="00053E13" w:rsidRDefault="00053E13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 w:val="20"/>
          <w:szCs w:val="20"/>
        </w:rPr>
      </w:pPr>
      <w:r w:rsidRPr="00365771">
        <w:rPr>
          <w:b w:val="0"/>
          <w:smallCaps w:val="0"/>
          <w:sz w:val="20"/>
          <w:szCs w:val="20"/>
        </w:rPr>
        <w:t>Wykład: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053E13">
        <w:rPr>
          <w:rFonts w:ascii="Corbel" w:hAnsi="Corbel"/>
          <w:b w:val="0"/>
          <w:iCs/>
          <w:smallCaps w:val="0"/>
          <w:sz w:val="20"/>
          <w:szCs w:val="20"/>
        </w:rPr>
        <w:t>wykład problemowy, wykład z prezentacją multimedialną</w:t>
      </w:r>
    </w:p>
    <w:p w14:paraId="657F7F38" w14:textId="77777777" w:rsidR="00053E13" w:rsidRPr="009C54AE" w:rsidRDefault="00053E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 w:val="20"/>
          <w:szCs w:val="20"/>
        </w:rPr>
        <w:t xml:space="preserve">Ćwiczenia: </w:t>
      </w:r>
      <w:r w:rsidRPr="00365771">
        <w:rPr>
          <w:rFonts w:ascii="Corbel" w:hAnsi="Corbel"/>
          <w:b w:val="0"/>
          <w:iCs/>
          <w:smallCaps w:val="0"/>
          <w:sz w:val="20"/>
          <w:szCs w:val="20"/>
        </w:rPr>
        <w:t>analiza tekstów z dyskusją</w:t>
      </w:r>
    </w:p>
    <w:p w14:paraId="6740696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194B8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730DC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E34F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7A19A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437313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6846D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71F4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53007CB" w14:textId="77777777" w:rsidTr="00365771">
        <w:tc>
          <w:tcPr>
            <w:tcW w:w="1962" w:type="dxa"/>
            <w:vAlign w:val="center"/>
          </w:tcPr>
          <w:p w14:paraId="21C948B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1F88CE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3657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774302C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0CEDD0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02CAE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65771" w:rsidRPr="009C54AE" w14:paraId="13A8FCE9" w14:textId="77777777" w:rsidTr="00365771">
        <w:tc>
          <w:tcPr>
            <w:tcW w:w="1962" w:type="dxa"/>
          </w:tcPr>
          <w:p w14:paraId="0EA7CFFD" w14:textId="22C6BAB3" w:rsidR="00365771" w:rsidRPr="004B14DD" w:rsidRDefault="00D90B54" w:rsidP="0036577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EK_1-EK_4</w:t>
            </w:r>
          </w:p>
        </w:tc>
        <w:tc>
          <w:tcPr>
            <w:tcW w:w="5441" w:type="dxa"/>
          </w:tcPr>
          <w:p w14:paraId="56E2DD33" w14:textId="77777777" w:rsidR="00365771" w:rsidRDefault="00365771" w:rsidP="00365771">
            <w:r w:rsidRPr="00DE29CB">
              <w:rPr>
                <w:rFonts w:ascii="Corbel" w:hAnsi="Corbel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84CC185" w14:textId="77777777" w:rsidR="00365771" w:rsidRDefault="00365771" w:rsidP="00365771">
            <w:r w:rsidRPr="005F4BCE">
              <w:rPr>
                <w:rFonts w:ascii="Corbel" w:hAnsi="Corbel"/>
                <w:szCs w:val="24"/>
              </w:rPr>
              <w:t>w, ćw</w:t>
            </w:r>
          </w:p>
        </w:tc>
      </w:tr>
    </w:tbl>
    <w:p w14:paraId="3EAFCB9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2040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9020FE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36DAA4" w14:textId="77777777" w:rsidTr="00923D7D">
        <w:tc>
          <w:tcPr>
            <w:tcW w:w="9670" w:type="dxa"/>
          </w:tcPr>
          <w:p w14:paraId="4F2A1A11" w14:textId="77777777" w:rsidR="0085747A" w:rsidRPr="009C54AE" w:rsidRDefault="00365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uczestnictwo w wykładach i aktywne uczestnictwo na ćwiczeniach (dyskusja na temat przeczytanych na zajęcia tekstów). Podczas dyskusji oceniana jest poprawność językowa wypowiedzi, rzeczowość wypowiedzi, umiejętność logicznej i spójnej argumentacji, zasadność budowanych interpretacji.</w:t>
            </w:r>
          </w:p>
        </w:tc>
      </w:tr>
    </w:tbl>
    <w:p w14:paraId="5C6E7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B963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BD8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3A165C8" w14:textId="77777777" w:rsidTr="003E1941">
        <w:tc>
          <w:tcPr>
            <w:tcW w:w="4962" w:type="dxa"/>
            <w:vAlign w:val="center"/>
          </w:tcPr>
          <w:p w14:paraId="5581B7E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C780695" w14:textId="34EB2A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08A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22FA5F1" w14:textId="77777777" w:rsidTr="00923D7D">
        <w:tc>
          <w:tcPr>
            <w:tcW w:w="4962" w:type="dxa"/>
          </w:tcPr>
          <w:p w14:paraId="71CA99F9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712C44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712C44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81CA04" w14:textId="77777777" w:rsidR="0085747A" w:rsidRPr="009C54AE" w:rsidRDefault="003657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5716506" w14:textId="77777777" w:rsidTr="00923D7D">
        <w:tc>
          <w:tcPr>
            <w:tcW w:w="4962" w:type="dxa"/>
          </w:tcPr>
          <w:p w14:paraId="78FDC1A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FAF8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2A14EB" w14:textId="77777777" w:rsidR="00C61DC5" w:rsidRPr="009C54AE" w:rsidRDefault="003657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1A0DBD20" w14:textId="77777777" w:rsidTr="00923D7D">
        <w:tc>
          <w:tcPr>
            <w:tcW w:w="4962" w:type="dxa"/>
          </w:tcPr>
          <w:p w14:paraId="0A3D4F2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D1258F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3EB0438" w14:textId="77777777" w:rsidR="00C61DC5" w:rsidRPr="009C54AE" w:rsidRDefault="003657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C2F9603" w14:textId="77777777" w:rsidTr="00923D7D">
        <w:tc>
          <w:tcPr>
            <w:tcW w:w="4962" w:type="dxa"/>
          </w:tcPr>
          <w:p w14:paraId="1C1D33F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5E6AAF" w14:textId="77777777" w:rsidR="0085747A" w:rsidRPr="009C54AE" w:rsidRDefault="003657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9C54AE" w14:paraId="589C381C" w14:textId="77777777" w:rsidTr="00923D7D">
        <w:tc>
          <w:tcPr>
            <w:tcW w:w="4962" w:type="dxa"/>
          </w:tcPr>
          <w:p w14:paraId="789AD4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C96E60" w14:textId="77777777" w:rsidR="0085747A" w:rsidRPr="009C54AE" w:rsidRDefault="003657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C215ED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4041B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24BFD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7E0C9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FF04941" w14:textId="77777777" w:rsidTr="0071620A">
        <w:trPr>
          <w:trHeight w:val="397"/>
        </w:trPr>
        <w:tc>
          <w:tcPr>
            <w:tcW w:w="3544" w:type="dxa"/>
          </w:tcPr>
          <w:p w14:paraId="55A0879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7E0772" w14:textId="77777777" w:rsidR="0085747A" w:rsidRPr="009C54AE" w:rsidRDefault="00365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8008243" w14:textId="77777777" w:rsidTr="0071620A">
        <w:trPr>
          <w:trHeight w:val="397"/>
        </w:trPr>
        <w:tc>
          <w:tcPr>
            <w:tcW w:w="3544" w:type="dxa"/>
          </w:tcPr>
          <w:p w14:paraId="6036F5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783026B" w14:textId="77777777" w:rsidR="0085747A" w:rsidRPr="009C54AE" w:rsidRDefault="00365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692117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B3F25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E65E39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415C4" w14:paraId="2EE51853" w14:textId="77777777" w:rsidTr="0071620A">
        <w:trPr>
          <w:trHeight w:val="397"/>
        </w:trPr>
        <w:tc>
          <w:tcPr>
            <w:tcW w:w="7513" w:type="dxa"/>
          </w:tcPr>
          <w:p w14:paraId="75D88006" w14:textId="77777777" w:rsidR="0085747A" w:rsidRDefault="0085747A" w:rsidP="00B73097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B46F87" w14:textId="77777777" w:rsidR="00712C44" w:rsidRDefault="00712C44" w:rsidP="00B7309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Zachariasz A. L., </w:t>
            </w:r>
            <w:r w:rsidRPr="00712C4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Kultura Jej status i poznanie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WSP Rzeszów 2001 (fragmenty)</w:t>
            </w:r>
          </w:p>
          <w:p w14:paraId="5E273F92" w14:textId="77777777" w:rsidR="00712C44" w:rsidRDefault="00712C44" w:rsidP="00B7309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Nozick R., </w:t>
            </w:r>
            <w:r w:rsidRPr="004F7D1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Anarchia, państwo utopia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przeł. P. Maciejko, M. Szczubiałka, Wyd. Aletheia, Warszawa 2010. (fragmenty)</w:t>
            </w:r>
          </w:p>
          <w:p w14:paraId="22BEA05A" w14:textId="77777777" w:rsidR="00712C44" w:rsidRDefault="00712C44" w:rsidP="00B7309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Monteskiusz</w:t>
            </w:r>
            <w:r w:rsidRPr="004F7D1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 O duchu praw, przeł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T. Żeleński, Wyd. De Agostini, Warszawa 2002. (fragmenty)</w:t>
            </w:r>
          </w:p>
          <w:p w14:paraId="061A6E25" w14:textId="77777777" w:rsidR="00712C44" w:rsidRDefault="00712C44" w:rsidP="00B7309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Locke J. </w:t>
            </w:r>
            <w:r w:rsidRPr="004F7D1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Dwa traktaty o rządzie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przeł. Z. Rau, Wyd. Fundacja Aletheia</w:t>
            </w:r>
            <w:r w:rsidR="004F7D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2015. (fragmenty)</w:t>
            </w:r>
          </w:p>
          <w:p w14:paraId="3F0045ED" w14:textId="77777777" w:rsidR="004F7D11" w:rsidRDefault="004F7D11" w:rsidP="00B7309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Hobbes T., </w:t>
            </w:r>
            <w:r w:rsidRPr="004F7D1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Lewiatan czyli Materia, forma i władza państwa kościelnego i świeckiego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Przeł. C. Znamierowski, Wyd. PWN, Warszawa 1954. (fragmenty)</w:t>
            </w:r>
          </w:p>
          <w:p w14:paraId="08876FB1" w14:textId="77777777" w:rsidR="004F7D11" w:rsidRDefault="004F7D11" w:rsidP="00B7309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Rawls J. </w:t>
            </w:r>
            <w:r w:rsidRPr="004F7D1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sprawiedliwości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przeł. M. Panufnik, J. Pasek, A. Romaniuk, Wyd. PWN, Warszawa 2009. (fragmenty)</w:t>
            </w:r>
          </w:p>
          <w:p w14:paraId="4ED47D91" w14:textId="77777777" w:rsidR="0008267E" w:rsidRDefault="0008267E" w:rsidP="00B7309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Ciechanowicz J. </w:t>
            </w:r>
            <w:r w:rsidRPr="001865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Antropologia władzy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[b. w.] Warszawa 2015</w:t>
            </w:r>
          </w:p>
          <w:p w14:paraId="48E1FA38" w14:textId="77777777" w:rsidR="0008267E" w:rsidRDefault="00557B4A" w:rsidP="00B7309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Simon Y. R., </w:t>
            </w:r>
            <w:r w:rsidRPr="001865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Ogólna teoria władzy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tłum. M. Szopski, Wyd. Arcana, Kraków 1998. </w:t>
            </w:r>
          </w:p>
          <w:p w14:paraId="20490851" w14:textId="737FD2A4" w:rsidR="0008267E" w:rsidRDefault="00557B4A" w:rsidP="00B73097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Russel, </w:t>
            </w:r>
            <w:r w:rsidRPr="001865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Władza i jednostka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przeł. H. Jankowska, Wyd. Książka i Wiedza, Warszawa 1997.</w:t>
            </w:r>
          </w:p>
          <w:p w14:paraId="2CD0DA54" w14:textId="77777777" w:rsidR="00186585" w:rsidRDefault="00186585" w:rsidP="00B7309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Biernat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Legitymizacja władzy politycznej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Adam Marszałek, Toruń 2000.</w:t>
            </w:r>
          </w:p>
          <w:p w14:paraId="63548641" w14:textId="1E5E5F8F" w:rsidR="00712C44" w:rsidRPr="00DF23EA" w:rsidRDefault="00A415C4" w:rsidP="00B7309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5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Spengler O., </w:t>
            </w:r>
            <w:r w:rsidR="00DF23EA" w:rsidRPr="00DF23E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Zmierzch zachodu : zarys morfologii historii uniwersalnej</w:t>
            </w:r>
            <w:r w:rsidR="00DF23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„KR”, Warszawa 2001. </w:t>
            </w:r>
          </w:p>
          <w:p w14:paraId="2473917E" w14:textId="17039381" w:rsidR="00A415C4" w:rsidRPr="00DF23EA" w:rsidRDefault="00A415C4" w:rsidP="00B7309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5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Huntington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P.,</w:t>
            </w:r>
            <w:r>
              <w:t xml:space="preserve"> </w:t>
            </w:r>
            <w:r w:rsidR="00DF23EA" w:rsidRPr="00DF23E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Zderzenie cywilizacji i nowy kształt ładu światowego</w:t>
            </w:r>
            <w:r w:rsidR="00DF23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Muza, Warszawa 1998. (fragmenty).</w:t>
            </w:r>
          </w:p>
          <w:p w14:paraId="51E537F0" w14:textId="3E28BEF6" w:rsidR="00A415C4" w:rsidRDefault="00A415C4" w:rsidP="00B7309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5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Toynbee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DF23E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Studium Historii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415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Państ. Instytut Wydawniczy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 (fragmenty)</w:t>
            </w:r>
            <w:r w:rsidR="00B730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593F290" w14:textId="25107CC6" w:rsidR="00DF23EA" w:rsidRPr="00A415C4" w:rsidRDefault="00DF23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CAF5F3A" w14:textId="77777777" w:rsidR="00712C44" w:rsidRPr="00A415C4" w:rsidRDefault="00712C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4E25936" w14:textId="77777777" w:rsidTr="0071620A">
        <w:trPr>
          <w:trHeight w:val="397"/>
        </w:trPr>
        <w:tc>
          <w:tcPr>
            <w:tcW w:w="7513" w:type="dxa"/>
          </w:tcPr>
          <w:p w14:paraId="25E3035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0AD3D34" w14:textId="2E592DDC" w:rsidR="00DF23EA" w:rsidRPr="00DF23EA" w:rsidRDefault="00DF23EA" w:rsidP="00B7309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5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Toynbee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DF23E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Cywilizacja w czasie próby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Przedświt, Warszawa 1991.</w:t>
            </w:r>
          </w:p>
          <w:p w14:paraId="1103FC9F" w14:textId="77777777" w:rsidR="00557B4A" w:rsidRDefault="00557B4A" w:rsidP="00B7309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Mroziewicz K., </w:t>
            </w:r>
            <w:r w:rsidRPr="00186585">
              <w:rPr>
                <w:rFonts w:ascii="Corbel" w:hAnsi="Corbel"/>
                <w:b w:val="0"/>
                <w:i/>
                <w:smallCaps w:val="0"/>
                <w:szCs w:val="24"/>
              </w:rPr>
              <w:t>Indie: sztuka władzy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Wyd. Zysk i S-ka, Poznań 2017.</w:t>
            </w:r>
          </w:p>
          <w:p w14:paraId="60FF1555" w14:textId="77777777" w:rsidR="00557B4A" w:rsidRPr="00557B4A" w:rsidRDefault="00557B4A" w:rsidP="00B7309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Dziak</w:t>
            </w:r>
            <w:r w:rsidR="001865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W. J., Bayer J., </w:t>
            </w:r>
            <w:r w:rsidR="00186585" w:rsidRPr="001865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Mao Zedong: ontologia władzy</w:t>
            </w:r>
            <w:r w:rsidR="001865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Wyd. Instytut Studiów Politycznych PAN, Warszawa 2017.</w:t>
            </w:r>
          </w:p>
        </w:tc>
      </w:tr>
    </w:tbl>
    <w:p w14:paraId="6A8545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D009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081CD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A8D68" w14:textId="77777777" w:rsidR="00EC3354" w:rsidRDefault="00EC3354" w:rsidP="00C16ABF">
      <w:pPr>
        <w:spacing w:after="0" w:line="240" w:lineRule="auto"/>
      </w:pPr>
      <w:r>
        <w:separator/>
      </w:r>
    </w:p>
  </w:endnote>
  <w:endnote w:type="continuationSeparator" w:id="0">
    <w:p w14:paraId="407AC886" w14:textId="77777777" w:rsidR="00EC3354" w:rsidRDefault="00EC33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FB7E9" w14:textId="77777777" w:rsidR="00EC3354" w:rsidRDefault="00EC3354" w:rsidP="00C16ABF">
      <w:pPr>
        <w:spacing w:after="0" w:line="240" w:lineRule="auto"/>
      </w:pPr>
      <w:r>
        <w:separator/>
      </w:r>
    </w:p>
  </w:footnote>
  <w:footnote w:type="continuationSeparator" w:id="0">
    <w:p w14:paraId="0D4250F7" w14:textId="77777777" w:rsidR="00EC3354" w:rsidRDefault="00EC3354" w:rsidP="00C16ABF">
      <w:pPr>
        <w:spacing w:after="0" w:line="240" w:lineRule="auto"/>
      </w:pPr>
      <w:r>
        <w:continuationSeparator/>
      </w:r>
    </w:p>
  </w:footnote>
  <w:footnote w:id="1">
    <w:p w14:paraId="6042AF4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3B08EFC8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E7492A"/>
    <w:multiLevelType w:val="hybridMultilevel"/>
    <w:tmpl w:val="C55CE8C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3B51D8"/>
    <w:multiLevelType w:val="hybridMultilevel"/>
    <w:tmpl w:val="06F66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267689">
    <w:abstractNumId w:val="0"/>
  </w:num>
  <w:num w:numId="2" w16cid:durableId="1252661498">
    <w:abstractNumId w:val="2"/>
  </w:num>
  <w:num w:numId="3" w16cid:durableId="35481667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5A2"/>
    <w:rsid w:val="000048FD"/>
    <w:rsid w:val="000077B4"/>
    <w:rsid w:val="00014944"/>
    <w:rsid w:val="00015B8F"/>
    <w:rsid w:val="00022ECE"/>
    <w:rsid w:val="00033927"/>
    <w:rsid w:val="00042A51"/>
    <w:rsid w:val="00042D2E"/>
    <w:rsid w:val="00044C82"/>
    <w:rsid w:val="00053E13"/>
    <w:rsid w:val="00070ED6"/>
    <w:rsid w:val="000742DC"/>
    <w:rsid w:val="000800C9"/>
    <w:rsid w:val="0008267E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77EA"/>
    <w:rsid w:val="00124BFF"/>
    <w:rsid w:val="0012560E"/>
    <w:rsid w:val="00127108"/>
    <w:rsid w:val="00134B13"/>
    <w:rsid w:val="001425C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585"/>
    <w:rsid w:val="00192F37"/>
    <w:rsid w:val="00197F14"/>
    <w:rsid w:val="001A70D2"/>
    <w:rsid w:val="001D657B"/>
    <w:rsid w:val="001D7B54"/>
    <w:rsid w:val="001E0209"/>
    <w:rsid w:val="001F2BC5"/>
    <w:rsid w:val="001F2CA2"/>
    <w:rsid w:val="002144C0"/>
    <w:rsid w:val="00217FC0"/>
    <w:rsid w:val="0022477D"/>
    <w:rsid w:val="002278A9"/>
    <w:rsid w:val="00232AF4"/>
    <w:rsid w:val="002336F9"/>
    <w:rsid w:val="0024028F"/>
    <w:rsid w:val="00244ABC"/>
    <w:rsid w:val="00281FF2"/>
    <w:rsid w:val="002857DE"/>
    <w:rsid w:val="00291567"/>
    <w:rsid w:val="00293FCC"/>
    <w:rsid w:val="002A22BF"/>
    <w:rsid w:val="002A2389"/>
    <w:rsid w:val="002A3823"/>
    <w:rsid w:val="002A671D"/>
    <w:rsid w:val="002A7E6E"/>
    <w:rsid w:val="002B4D55"/>
    <w:rsid w:val="002B5EA0"/>
    <w:rsid w:val="002B6119"/>
    <w:rsid w:val="002C1F06"/>
    <w:rsid w:val="002D3375"/>
    <w:rsid w:val="002D73D4"/>
    <w:rsid w:val="002F02A3"/>
    <w:rsid w:val="002F4ABE"/>
    <w:rsid w:val="003011A6"/>
    <w:rsid w:val="003018BA"/>
    <w:rsid w:val="0030395F"/>
    <w:rsid w:val="00305C92"/>
    <w:rsid w:val="003151C5"/>
    <w:rsid w:val="00323412"/>
    <w:rsid w:val="003343CF"/>
    <w:rsid w:val="00346FE9"/>
    <w:rsid w:val="0034759A"/>
    <w:rsid w:val="0034764B"/>
    <w:rsid w:val="003503F6"/>
    <w:rsid w:val="003530DD"/>
    <w:rsid w:val="00363F78"/>
    <w:rsid w:val="0036577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37A"/>
    <w:rsid w:val="00467905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B14DD"/>
    <w:rsid w:val="004D5282"/>
    <w:rsid w:val="004D735B"/>
    <w:rsid w:val="004F1551"/>
    <w:rsid w:val="004F55A3"/>
    <w:rsid w:val="004F7D11"/>
    <w:rsid w:val="00502711"/>
    <w:rsid w:val="0050496F"/>
    <w:rsid w:val="00513B6F"/>
    <w:rsid w:val="00517C63"/>
    <w:rsid w:val="005363C4"/>
    <w:rsid w:val="00536BDE"/>
    <w:rsid w:val="00543ACC"/>
    <w:rsid w:val="00553FEC"/>
    <w:rsid w:val="00557B4A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C01"/>
    <w:rsid w:val="006D050F"/>
    <w:rsid w:val="006D052A"/>
    <w:rsid w:val="006D6139"/>
    <w:rsid w:val="006E5D65"/>
    <w:rsid w:val="006F1282"/>
    <w:rsid w:val="006F1FBC"/>
    <w:rsid w:val="006F31E2"/>
    <w:rsid w:val="00706544"/>
    <w:rsid w:val="007072BA"/>
    <w:rsid w:val="007107C3"/>
    <w:rsid w:val="00712C44"/>
    <w:rsid w:val="0071620A"/>
    <w:rsid w:val="00724677"/>
    <w:rsid w:val="00725459"/>
    <w:rsid w:val="0073194C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08A6"/>
    <w:rsid w:val="0081554D"/>
    <w:rsid w:val="0081707E"/>
    <w:rsid w:val="00826B50"/>
    <w:rsid w:val="00827BB2"/>
    <w:rsid w:val="008449B3"/>
    <w:rsid w:val="0085747A"/>
    <w:rsid w:val="00884922"/>
    <w:rsid w:val="00885F64"/>
    <w:rsid w:val="008917F9"/>
    <w:rsid w:val="0089665F"/>
    <w:rsid w:val="008A45F7"/>
    <w:rsid w:val="008C0CC0"/>
    <w:rsid w:val="008C19A9"/>
    <w:rsid w:val="008C379D"/>
    <w:rsid w:val="008C5147"/>
    <w:rsid w:val="008C5359"/>
    <w:rsid w:val="008C5363"/>
    <w:rsid w:val="008D0D2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4E7D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5C4"/>
    <w:rsid w:val="00A43BF6"/>
    <w:rsid w:val="00A53FA5"/>
    <w:rsid w:val="00A54817"/>
    <w:rsid w:val="00A601C8"/>
    <w:rsid w:val="00A60799"/>
    <w:rsid w:val="00A63F0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572"/>
    <w:rsid w:val="00AF2C1E"/>
    <w:rsid w:val="00B06142"/>
    <w:rsid w:val="00B135B1"/>
    <w:rsid w:val="00B30E08"/>
    <w:rsid w:val="00B3130B"/>
    <w:rsid w:val="00B40ADB"/>
    <w:rsid w:val="00B43B77"/>
    <w:rsid w:val="00B43E80"/>
    <w:rsid w:val="00B607DB"/>
    <w:rsid w:val="00B66529"/>
    <w:rsid w:val="00B73097"/>
    <w:rsid w:val="00B75946"/>
    <w:rsid w:val="00B8056E"/>
    <w:rsid w:val="00B819C8"/>
    <w:rsid w:val="00B82308"/>
    <w:rsid w:val="00B90885"/>
    <w:rsid w:val="00B95F56"/>
    <w:rsid w:val="00BB520A"/>
    <w:rsid w:val="00BD3869"/>
    <w:rsid w:val="00BD66E9"/>
    <w:rsid w:val="00BD6FF4"/>
    <w:rsid w:val="00BF2C41"/>
    <w:rsid w:val="00BF2E2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1169"/>
    <w:rsid w:val="00CD6897"/>
    <w:rsid w:val="00CE5BAC"/>
    <w:rsid w:val="00CE7163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EFE"/>
    <w:rsid w:val="00D608D1"/>
    <w:rsid w:val="00D623E5"/>
    <w:rsid w:val="00D74119"/>
    <w:rsid w:val="00D8075B"/>
    <w:rsid w:val="00D8158A"/>
    <w:rsid w:val="00D8678B"/>
    <w:rsid w:val="00D90B54"/>
    <w:rsid w:val="00DA2114"/>
    <w:rsid w:val="00DB75DB"/>
    <w:rsid w:val="00DC739F"/>
    <w:rsid w:val="00DE09C0"/>
    <w:rsid w:val="00DE4A14"/>
    <w:rsid w:val="00DE5E71"/>
    <w:rsid w:val="00DF23EA"/>
    <w:rsid w:val="00DF320D"/>
    <w:rsid w:val="00DF71C8"/>
    <w:rsid w:val="00E129B8"/>
    <w:rsid w:val="00E21E7D"/>
    <w:rsid w:val="00E22FBC"/>
    <w:rsid w:val="00E24BF5"/>
    <w:rsid w:val="00E25338"/>
    <w:rsid w:val="00E30907"/>
    <w:rsid w:val="00E51E44"/>
    <w:rsid w:val="00E63348"/>
    <w:rsid w:val="00E77E88"/>
    <w:rsid w:val="00E8107D"/>
    <w:rsid w:val="00E960BB"/>
    <w:rsid w:val="00EA2074"/>
    <w:rsid w:val="00EA4832"/>
    <w:rsid w:val="00EA4E9D"/>
    <w:rsid w:val="00EC3354"/>
    <w:rsid w:val="00EC4899"/>
    <w:rsid w:val="00EC68EE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81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FE6BEC"/>
  <w15:docId w15:val="{014C2776-EB9F-41A8-8B6C-F4EB0E91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65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65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658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65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658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B17A3-0F9E-4F74-9B15-DFB875313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21</TotalTime>
  <Pages>5</Pages>
  <Words>1106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Paweł Balcerak</cp:lastModifiedBy>
  <cp:revision>10</cp:revision>
  <cp:lastPrinted>2019-02-06T12:12:00Z</cp:lastPrinted>
  <dcterms:created xsi:type="dcterms:W3CDTF">2024-09-13T20:48:00Z</dcterms:created>
  <dcterms:modified xsi:type="dcterms:W3CDTF">2025-06-30T11:20:00Z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45ecb4fb14cadd40d2f2141d7fb209a50523741f58d04df2c952324e1aa4cb99</vt:lpwstr>
  </property>
</Properties>
</file>